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2E098B56" w:rsidR="0033636C" w:rsidRPr="00E6485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E3F5E">
            <w:rPr>
              <w:rFonts w:ascii="Times New Roman" w:hAnsi="Times New Roman"/>
              <w:sz w:val="28"/>
              <w:szCs w:val="28"/>
            </w:rPr>
            <w:t>19 сентября 2025 года</w:t>
          </w:r>
        </w:sdtContent>
      </w:sdt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E3F5E" w:rsidRPr="00AE3F5E">
            <w:rPr>
              <w:rFonts w:ascii="Times New Roman" w:hAnsi="Times New Roman"/>
              <w:sz w:val="28"/>
              <w:szCs w:val="28"/>
            </w:rPr>
            <w:t>664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46AAF29E" w:rsidR="0033636C" w:rsidRPr="00E6485D" w:rsidRDefault="00093B08" w:rsidP="00E6485D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485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E6485D">
        <w:rPr>
          <w:rFonts w:ascii="Times New Roman" w:hAnsi="Times New Roman"/>
          <w:b/>
          <w:sz w:val="28"/>
          <w:szCs w:val="28"/>
        </w:rPr>
        <w:br/>
      </w:r>
      <w:r w:rsidRPr="00E6485D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E6485D">
        <w:rPr>
          <w:rFonts w:ascii="Times New Roman" w:hAnsi="Times New Roman"/>
          <w:b/>
          <w:sz w:val="28"/>
          <w:szCs w:val="28"/>
        </w:rPr>
        <w:br/>
      </w:r>
      <w:r w:rsidRPr="00E6485D">
        <w:rPr>
          <w:rFonts w:ascii="Times New Roman" w:hAnsi="Times New Roman"/>
          <w:b/>
          <w:sz w:val="28"/>
          <w:szCs w:val="28"/>
        </w:rPr>
        <w:t>от 26.06.2015 № 430 «</w:t>
      </w:r>
      <w:r w:rsidR="00E76A8C" w:rsidRPr="00E6485D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  <w:r w:rsidR="00E6485D">
        <w:rPr>
          <w:rFonts w:ascii="Times New Roman" w:hAnsi="Times New Roman"/>
          <w:b/>
          <w:sz w:val="28"/>
          <w:szCs w:val="28"/>
        </w:rPr>
        <w:br/>
      </w:r>
      <w:r w:rsidR="00E76A8C" w:rsidRPr="00E6485D">
        <w:rPr>
          <w:rFonts w:ascii="Times New Roman" w:hAnsi="Times New Roman"/>
          <w:b/>
          <w:sz w:val="28"/>
          <w:szCs w:val="28"/>
        </w:rPr>
        <w:t>«</w:t>
      </w:r>
      <w:r w:rsidRPr="00E6485D">
        <w:rPr>
          <w:rFonts w:ascii="Times New Roman" w:hAnsi="Times New Roman"/>
          <w:b/>
          <w:sz w:val="28"/>
          <w:szCs w:val="28"/>
        </w:rPr>
        <w:t xml:space="preserve">Развитие физической культуры, спорта и молодежной политики </w:t>
      </w:r>
      <w:r w:rsidR="00E6485D">
        <w:rPr>
          <w:rFonts w:ascii="Times New Roman" w:hAnsi="Times New Roman"/>
          <w:b/>
          <w:sz w:val="28"/>
          <w:szCs w:val="28"/>
        </w:rPr>
        <w:br/>
      </w:r>
      <w:r w:rsidRPr="00E6485D">
        <w:rPr>
          <w:rFonts w:ascii="Times New Roman" w:hAnsi="Times New Roman"/>
          <w:b/>
          <w:sz w:val="28"/>
          <w:szCs w:val="28"/>
        </w:rPr>
        <w:t>в муниципальном образовании Ногликский муниципальный округ Саха</w:t>
      </w:r>
      <w:r w:rsidR="00417159" w:rsidRPr="00E6485D">
        <w:rPr>
          <w:rFonts w:ascii="Times New Roman" w:hAnsi="Times New Roman"/>
          <w:b/>
          <w:sz w:val="28"/>
          <w:szCs w:val="28"/>
        </w:rPr>
        <w:t>линской области</w:t>
      </w:r>
      <w:r w:rsidR="008020A0" w:rsidRPr="00E6485D">
        <w:rPr>
          <w:rFonts w:ascii="Times New Roman" w:hAnsi="Times New Roman"/>
          <w:b/>
          <w:sz w:val="28"/>
          <w:szCs w:val="28"/>
        </w:rPr>
        <w:t>»</w:t>
      </w:r>
    </w:p>
    <w:p w14:paraId="34E4A07D" w14:textId="68647EF7" w:rsidR="00417159" w:rsidRPr="00E6485D" w:rsidRDefault="00417159" w:rsidP="00417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6485D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области», утвержденной постановлением администрации муниципального образования «Городской округ Ногликский» от 26.06.2015 </w:t>
      </w:r>
      <w:r w:rsidRPr="00E6485D">
        <w:rPr>
          <w:rFonts w:ascii="Times New Roman" w:hAnsi="Times New Roman"/>
          <w:sz w:val="28"/>
          <w:szCs w:val="28"/>
        </w:rPr>
        <w:br/>
        <w:t>№ 430 «Развитие физической</w:t>
      </w:r>
      <w:bookmarkStart w:id="0" w:name="_GoBack"/>
      <w:bookmarkEnd w:id="0"/>
      <w:r w:rsidRPr="00E6485D">
        <w:rPr>
          <w:rFonts w:ascii="Times New Roman" w:hAnsi="Times New Roman"/>
          <w:sz w:val="28"/>
          <w:szCs w:val="28"/>
        </w:rPr>
        <w:t xml:space="preserve"> культуры, спорта и молодежной политики </w:t>
      </w:r>
      <w:r w:rsidRPr="00E6485D">
        <w:rPr>
          <w:rFonts w:ascii="Times New Roman" w:hAnsi="Times New Roman"/>
          <w:sz w:val="28"/>
          <w:szCs w:val="28"/>
        </w:rPr>
        <w:br/>
        <w:t>в муниципальном образовании Ногликский муниципальный округ Сахалинской области»</w:t>
      </w:r>
      <w:r w:rsidR="008020A0" w:rsidRPr="00E6485D">
        <w:rPr>
          <w:rFonts w:ascii="Times New Roman" w:hAnsi="Times New Roman"/>
          <w:sz w:val="28"/>
          <w:szCs w:val="28"/>
        </w:rPr>
        <w:t>,</w:t>
      </w:r>
      <w:r w:rsidRPr="00E6485D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состоянию на 01 августа 2025 года, </w:t>
      </w:r>
      <w:bookmarkStart w:id="1" w:name="_Hlk30407272"/>
      <w:r w:rsidRPr="00E6485D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Ногликский муниципальный округ Сахалинской области от 13.12.2024 № 36 </w:t>
      </w:r>
      <w:r w:rsidR="007A191C" w:rsidRPr="00E6485D">
        <w:rPr>
          <w:rFonts w:ascii="Times New Roman" w:hAnsi="Times New Roman"/>
          <w:sz w:val="28"/>
          <w:szCs w:val="28"/>
        </w:rPr>
        <w:t xml:space="preserve">(в редакции от 14.07.2025 № 90) </w:t>
      </w:r>
      <w:r w:rsidR="00A31D29">
        <w:rPr>
          <w:rFonts w:ascii="Times New Roman" w:hAnsi="Times New Roman"/>
          <w:sz w:val="28"/>
          <w:szCs w:val="28"/>
        </w:rPr>
        <w:br/>
      </w:r>
      <w:r w:rsidRPr="00E6485D">
        <w:rPr>
          <w:rFonts w:ascii="Times New Roman" w:hAnsi="Times New Roman"/>
          <w:sz w:val="28"/>
          <w:szCs w:val="28"/>
        </w:rPr>
        <w:t>«О бюджете муниципального образования Ногликский муниципальный округ Сахалинской области на 2025 год и на плановый период 2026 и 2027 годов</w:t>
      </w:r>
      <w:bookmarkEnd w:id="1"/>
      <w:r w:rsidRPr="00E6485D">
        <w:rPr>
          <w:rFonts w:ascii="Times New Roman" w:hAnsi="Times New Roman"/>
          <w:sz w:val="28"/>
          <w:szCs w:val="28"/>
        </w:rPr>
        <w:t>», руководствуясь с</w:t>
      </w:r>
      <w:r w:rsidR="00A31D29">
        <w:rPr>
          <w:rFonts w:ascii="Times New Roman" w:hAnsi="Times New Roman"/>
          <w:sz w:val="28"/>
          <w:szCs w:val="28"/>
        </w:rPr>
        <w:t>татьей</w:t>
      </w:r>
      <w:r w:rsidRPr="00E6485D">
        <w:rPr>
          <w:rFonts w:ascii="Times New Roman" w:hAnsi="Times New Roman"/>
          <w:sz w:val="28"/>
          <w:szCs w:val="28"/>
        </w:rPr>
        <w:t xml:space="preserve">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E648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41EDB686" w14:textId="3A49924D" w:rsidR="00417159" w:rsidRPr="00E6485D" w:rsidRDefault="00417159" w:rsidP="00417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26.06.2015 № 430 (в редакции от 30.09.2015 № 692, от 19.10.2015 № 718, от 31.12.2016 № 921, от 10.03.2016 № 208, </w:t>
      </w:r>
      <w:r w:rsidRPr="00E6485D">
        <w:rPr>
          <w:rFonts w:ascii="Times New Roman" w:hAnsi="Times New Roman"/>
          <w:sz w:val="28"/>
          <w:szCs w:val="28"/>
        </w:rPr>
        <w:br/>
        <w:t xml:space="preserve">от 11.04.2016 № 288, от 30.05.2016 № 433, от 15.06.2016 № 485, от 31.08.2016 № 666, от 07.10.2016 № 739, от 07.02.2017 № 108, от 07.06.2017 № 367, </w:t>
      </w:r>
      <w:r w:rsidRPr="00E6485D">
        <w:rPr>
          <w:rFonts w:ascii="Times New Roman" w:hAnsi="Times New Roman"/>
          <w:sz w:val="28"/>
          <w:szCs w:val="28"/>
        </w:rPr>
        <w:br/>
        <w:t>от 03.08.2017 № 521, от 27.09.2017 № 703, от 27.02.2018 № 191, от 13.04.2018 № 386,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>от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>11.07.2018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>№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 xml:space="preserve">669, от 19.12.2018 № 1224, от 26.03.2019 № 196, </w:t>
      </w:r>
      <w:r w:rsidRPr="00E6485D">
        <w:rPr>
          <w:rFonts w:ascii="Times New Roman" w:hAnsi="Times New Roman"/>
          <w:sz w:val="28"/>
          <w:szCs w:val="28"/>
        </w:rPr>
        <w:br/>
      </w:r>
      <w:r w:rsidRPr="00E6485D">
        <w:rPr>
          <w:rFonts w:ascii="Times New Roman" w:hAnsi="Times New Roman"/>
          <w:sz w:val="28"/>
          <w:szCs w:val="28"/>
        </w:rPr>
        <w:lastRenderedPageBreak/>
        <w:t>от 23.05.2019 № 358, от 19.06.2019 № 462, от 02.09.2019 № 665, от 10.03.2020 № 109, от 01.06.2020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>№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 xml:space="preserve">270, от 14.07.2020 № 357, от 14.10.2020 № 505, </w:t>
      </w:r>
      <w:r w:rsidRPr="00E6485D">
        <w:rPr>
          <w:rFonts w:ascii="Times New Roman" w:hAnsi="Times New Roman"/>
          <w:sz w:val="28"/>
          <w:szCs w:val="28"/>
        </w:rPr>
        <w:br/>
        <w:t>от 28.04.2021 № 232, от 22.09.2021 № 521, от 17.06.2022 № 311, от 15.11.2022 № 608,</w:t>
      </w:r>
      <w:r w:rsidR="00704749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hAnsi="Times New Roman"/>
          <w:sz w:val="28"/>
          <w:szCs w:val="28"/>
        </w:rPr>
        <w:t xml:space="preserve">от 28.04.2023 № 274, от 24.07.2023 № 470, от 08.04.2024 № 212, </w:t>
      </w:r>
      <w:r w:rsidRPr="00E6485D">
        <w:rPr>
          <w:rFonts w:ascii="Times New Roman" w:hAnsi="Times New Roman"/>
          <w:sz w:val="28"/>
          <w:szCs w:val="28"/>
        </w:rPr>
        <w:br/>
        <w:t xml:space="preserve">от 12.02.2025 № 785, от 18.03.2025 № 148, от 05.06.2025 № 370) </w:t>
      </w:r>
      <w:r w:rsidR="00A31D29">
        <w:rPr>
          <w:rFonts w:ascii="Times New Roman" w:hAnsi="Times New Roman"/>
          <w:sz w:val="28"/>
          <w:szCs w:val="28"/>
        </w:rPr>
        <w:br/>
      </w:r>
      <w:r w:rsidRPr="00E6485D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области» </w:t>
      </w:r>
      <w:r w:rsidR="00A31D29">
        <w:rPr>
          <w:rFonts w:ascii="Times New Roman" w:hAnsi="Times New Roman"/>
          <w:sz w:val="28"/>
          <w:szCs w:val="28"/>
        </w:rPr>
        <w:br/>
      </w:r>
      <w:r w:rsidRPr="00E6485D">
        <w:rPr>
          <w:rFonts w:ascii="Times New Roman" w:hAnsi="Times New Roman"/>
          <w:sz w:val="28"/>
          <w:szCs w:val="28"/>
        </w:rPr>
        <w:t>(далее - Программа), следующие изменения:</w:t>
      </w:r>
    </w:p>
    <w:p w14:paraId="578007B9" w14:textId="77777777" w:rsidR="00417159" w:rsidRPr="00E6485D" w:rsidRDefault="00417159" w:rsidP="00417159">
      <w:pPr>
        <w:pStyle w:val="ConsPlusCell"/>
        <w:ind w:firstLine="708"/>
        <w:jc w:val="both"/>
        <w:rPr>
          <w:sz w:val="28"/>
          <w:szCs w:val="28"/>
        </w:rPr>
      </w:pPr>
      <w:r w:rsidRPr="00E6485D">
        <w:rPr>
          <w:sz w:val="28"/>
          <w:szCs w:val="28"/>
        </w:rPr>
        <w:t>1.1. Раздел «Объемы и источники финансирования» Паспорта Программы изложить в новой редакции:</w:t>
      </w:r>
    </w:p>
    <w:p w14:paraId="65B52443" w14:textId="77777777" w:rsidR="00417159" w:rsidRPr="00E6485D" w:rsidRDefault="00417159" w:rsidP="0041715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70"/>
        <w:gridCol w:w="7093"/>
        <w:gridCol w:w="418"/>
      </w:tblGrid>
      <w:tr w:rsidR="00E6485D" w:rsidRPr="00E6485D" w14:paraId="55067E7A" w14:textId="77777777" w:rsidTr="00704749">
        <w:trPr>
          <w:trHeight w:val="4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3D194B" w14:textId="77777777" w:rsidR="00417159" w:rsidRPr="00E6485D" w:rsidRDefault="00417159" w:rsidP="0082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8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5538" w14:textId="77777777" w:rsidR="00417159" w:rsidRPr="00E6485D" w:rsidRDefault="00417159" w:rsidP="0082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32AA" w14:textId="5BD92BEA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 xml:space="preserve">Общий объем средств, направляемых на реализацию мероприятий 1 677 823,5 тыс. руб., </w:t>
            </w:r>
          </w:p>
          <w:p w14:paraId="15EE7E20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в том числе:</w:t>
            </w:r>
          </w:p>
          <w:p w14:paraId="79694758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областной бюджет - 451 859,3 тыс. руб.;</w:t>
            </w:r>
          </w:p>
          <w:p w14:paraId="56E3043C" w14:textId="0B122F9A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местный бюджет - 1 205 376,3 тыс. руб.;</w:t>
            </w:r>
          </w:p>
          <w:p w14:paraId="5E266902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федеральный бюджет - 20 587,9 тыс. руб.;</w:t>
            </w:r>
          </w:p>
          <w:p w14:paraId="02974B32" w14:textId="77777777" w:rsidR="00417159" w:rsidRPr="00E6485D" w:rsidRDefault="00417159" w:rsidP="00826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2015 год - 44 374,0 тыс. руб.;</w:t>
            </w:r>
          </w:p>
          <w:p w14:paraId="012C6C00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местный бюджет - 15 276,3 тыс. руб.;</w:t>
            </w:r>
          </w:p>
          <w:p w14:paraId="2037DD46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областной бюджет - 29 097,7 тыс. руб.;</w:t>
            </w:r>
          </w:p>
          <w:p w14:paraId="1A30836B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2016 год - 87 323,0 тыс. руб.;</w:t>
            </w:r>
          </w:p>
          <w:p w14:paraId="522E6105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местный бюджет - 19 069,3 тыс. руб.;</w:t>
            </w:r>
          </w:p>
          <w:p w14:paraId="584CE767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областной бюджет - 68 253,7 тыс. руб.;</w:t>
            </w:r>
          </w:p>
          <w:p w14:paraId="19562FD7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2017 год - 31 518,2 тыс. руб.;</w:t>
            </w:r>
          </w:p>
          <w:p w14:paraId="1A760148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местный бюджет - 29 454,4 тыс. руб.;</w:t>
            </w:r>
          </w:p>
          <w:p w14:paraId="3C1BE725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областной бюджет - 2 063,8 тыс. руб.;</w:t>
            </w:r>
          </w:p>
          <w:p w14:paraId="157F54EE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2018 год - 47 532,5 тыс. руб.;</w:t>
            </w:r>
          </w:p>
          <w:p w14:paraId="50E9E3CF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- 37 053,2 тыс. руб.;</w:t>
            </w:r>
          </w:p>
          <w:p w14:paraId="37D562A1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- 9 379,3 тыс. руб.;</w:t>
            </w:r>
          </w:p>
          <w:p w14:paraId="10357995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федеральный бюджет - 1 100,0 тыс. руб.;</w:t>
            </w:r>
          </w:p>
          <w:p w14:paraId="6E85FA5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2019 год - 69 400,1 тыс. руб.;</w:t>
            </w:r>
          </w:p>
          <w:p w14:paraId="24E25BDD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- 37 257,2 тыс. руб.;</w:t>
            </w:r>
          </w:p>
          <w:p w14:paraId="1AEAE8D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- 12 655,0 тыс. руб.;</w:t>
            </w:r>
          </w:p>
          <w:p w14:paraId="40F3DC8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федеральный бюджет - 19 487,9 тыс. руб.;</w:t>
            </w:r>
          </w:p>
          <w:p w14:paraId="6660A92B" w14:textId="77777777" w:rsidR="00417159" w:rsidRPr="00E6485D" w:rsidRDefault="00417159" w:rsidP="00826406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2020 год - 206 322,6 тыс. руб.;</w:t>
            </w:r>
          </w:p>
          <w:p w14:paraId="2546CD4F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- 50 483,3 тыс. руб.;</w:t>
            </w:r>
          </w:p>
          <w:p w14:paraId="283F1EC0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- 155 839,3 тыс. руб.;</w:t>
            </w:r>
          </w:p>
          <w:p w14:paraId="188B776E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2021 год - 198 240,3 тыс. руб.;</w:t>
            </w:r>
          </w:p>
          <w:p w14:paraId="39717BF8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- 123 265,5 тыс. руб.;</w:t>
            </w:r>
          </w:p>
          <w:p w14:paraId="51ADBE19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- 74 974,8 тыс. руб.;</w:t>
            </w:r>
          </w:p>
          <w:p w14:paraId="1162993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2022 год - 153 207,3 тыс. руб.;</w:t>
            </w:r>
          </w:p>
          <w:p w14:paraId="0E9D1F3D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- 140 912,7 тыс. руб.;</w:t>
            </w:r>
          </w:p>
          <w:p w14:paraId="3CC4207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- 12 294,6 тыс. руб.;</w:t>
            </w:r>
          </w:p>
          <w:p w14:paraId="4B1EE6CD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2023 год - 151 144,2 тыс. руб.;</w:t>
            </w:r>
          </w:p>
          <w:p w14:paraId="7B891153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- 134 000,0 тыс. руб.;</w:t>
            </w:r>
          </w:p>
          <w:p w14:paraId="546A8899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lastRenderedPageBreak/>
              <w:t>- областной бюджет - 17 144,2 тыс. руб.;</w:t>
            </w:r>
          </w:p>
          <w:p w14:paraId="160741B5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2024 год - 180 509,7 тыс. руб.;</w:t>
            </w:r>
          </w:p>
          <w:p w14:paraId="2F70745A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- 163 759,9 тыс. руб.;</w:t>
            </w:r>
          </w:p>
          <w:p w14:paraId="082C71FF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- 16 749,8 тыс. руб.;</w:t>
            </w:r>
          </w:p>
          <w:p w14:paraId="2C1DFA30" w14:textId="34C4B80D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2025 год – 193 178,5 тыс. руб.;</w:t>
            </w:r>
          </w:p>
          <w:p w14:paraId="1513BFE8" w14:textId="24A09DBE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– 173 997,2 тыс. руб.</w:t>
            </w:r>
          </w:p>
          <w:p w14:paraId="31B5F129" w14:textId="77777777" w:rsidR="00417159" w:rsidRPr="00E6485D" w:rsidRDefault="00417159" w:rsidP="00826406">
            <w:pPr>
              <w:pStyle w:val="ConsPlusCell"/>
              <w:jc w:val="both"/>
              <w:rPr>
                <w:sz w:val="28"/>
                <w:szCs w:val="28"/>
              </w:rPr>
            </w:pPr>
            <w:r w:rsidRPr="00E6485D">
              <w:rPr>
                <w:sz w:val="28"/>
                <w:szCs w:val="28"/>
              </w:rPr>
              <w:t>- областной бюджет - 19181,3тыс. руб.</w:t>
            </w:r>
          </w:p>
          <w:p w14:paraId="2BF18F7B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2026 год - 157 249,5 тыс. руб.;</w:t>
            </w:r>
          </w:p>
          <w:p w14:paraId="6D1A3680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- 140 136,6 тыс. руб.;</w:t>
            </w:r>
          </w:p>
          <w:p w14:paraId="21A9BE05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- 17 112,9 тыс. руб.;</w:t>
            </w:r>
          </w:p>
          <w:p w14:paraId="07EB807D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2027 год – 157 823,6 тыс. руб.;</w:t>
            </w:r>
          </w:p>
          <w:p w14:paraId="70ACF780" w14:textId="77777777" w:rsidR="00417159" w:rsidRPr="00E6485D" w:rsidRDefault="00417159" w:rsidP="008264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местный бюджет - 140 710,7 тыс. руб.;</w:t>
            </w:r>
          </w:p>
          <w:p w14:paraId="369FDD44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85D">
              <w:rPr>
                <w:rFonts w:ascii="Times New Roman" w:hAnsi="Times New Roman"/>
                <w:sz w:val="28"/>
                <w:szCs w:val="28"/>
              </w:rPr>
              <w:t>- областной бюджет - 17 112,9 тыс. руб.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8459B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32539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07D459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6A2F9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0F58B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8C417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178418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33491C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88A073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0171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03D4B4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03F26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78354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1FF3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CA154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9F8608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E5CC0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D2052E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DBC96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8782C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86F3DE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467B38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F1D895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0E7950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0B9D8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66DC2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D8098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B2E3F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9F75D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A36169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DCBC94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3B65E4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C0936E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E48DE5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24671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943346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7FF4AC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A4839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16F1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DFFB5B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AB3C5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F3AA7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C9C0F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FD2C62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9C854A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251FB" w14:textId="77777777" w:rsidR="00417159" w:rsidRPr="00E6485D" w:rsidRDefault="00417159" w:rsidP="008264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FFEBD0" w14:textId="7F9A9B97" w:rsidR="00417159" w:rsidRPr="00E6485D" w:rsidRDefault="00704749" w:rsidP="00704749">
            <w:pPr>
              <w:spacing w:after="0" w:line="240" w:lineRule="auto"/>
              <w:ind w:left="-80" w:right="-70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7159" w:rsidRPr="00E648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</w:tbl>
    <w:p w14:paraId="752EE815" w14:textId="77777777" w:rsidR="00417159" w:rsidRPr="00E6485D" w:rsidRDefault="00417159" w:rsidP="00417159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38A5EB3" w14:textId="654D1C0F" w:rsidR="00417159" w:rsidRPr="00E6485D" w:rsidRDefault="00417159" w:rsidP="0041715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70474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>. Раздел 7 «Ресурсное обеспечение Программы» паспорта Программы изложить в следующей редакции:</w:t>
      </w:r>
    </w:p>
    <w:p w14:paraId="0E5FB041" w14:textId="77777777" w:rsidR="00417159" w:rsidRPr="00E6485D" w:rsidRDefault="00417159" w:rsidP="0041715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>«7. Ресурсное обеспечение Программы.</w:t>
      </w:r>
    </w:p>
    <w:p w14:paraId="07F95C13" w14:textId="694FE81D" w:rsidR="00417159" w:rsidRPr="00E6485D" w:rsidRDefault="00417159" w:rsidP="0041715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E6485D">
        <w:rPr>
          <w:rFonts w:ascii="Times New Roman" w:hAnsi="Times New Roman"/>
          <w:sz w:val="28"/>
          <w:szCs w:val="28"/>
        </w:rPr>
        <w:t>1</w:t>
      </w:r>
      <w:r w:rsidR="0033253D" w:rsidRPr="00E6485D">
        <w:rPr>
          <w:rFonts w:ascii="Times New Roman" w:hAnsi="Times New Roman"/>
          <w:sz w:val="28"/>
          <w:szCs w:val="28"/>
        </w:rPr>
        <w:t> 677 823,5</w:t>
      </w:r>
      <w:r w:rsidRPr="00E6485D">
        <w:rPr>
          <w:rFonts w:ascii="Times New Roman" w:hAnsi="Times New Roman"/>
          <w:sz w:val="28"/>
          <w:szCs w:val="28"/>
        </w:rPr>
        <w:t xml:space="preserve"> </w:t>
      </w: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 средства местного бюджета - 1</w:t>
      </w:r>
      <w:r w:rsidR="0033253D" w:rsidRPr="00E6485D">
        <w:rPr>
          <w:rFonts w:ascii="Times New Roman" w:eastAsia="Times New Roman" w:hAnsi="Times New Roman"/>
          <w:sz w:val="28"/>
          <w:szCs w:val="28"/>
          <w:lang w:eastAsia="ru-RU"/>
        </w:rPr>
        <w:t> 205 376,3</w:t>
      </w: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- 451 859,3 тыс. рублей; средства федерального бюджета - 20 587,9 тыс. рублей.</w:t>
      </w:r>
      <w:r w:rsidR="009E5613" w:rsidRPr="00E648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>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области».»</w:t>
      </w:r>
      <w:r w:rsidR="0070474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C0B0C42" w14:textId="31394CFF" w:rsidR="00417159" w:rsidRPr="00E6485D" w:rsidRDefault="00417159" w:rsidP="004171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0474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485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часть 2 к Программе «Ресурсное обеспечение реализации муниципальной программы «Развитие физической культуры, спорта и молодежной политики в муниципальном образовании Ногликский муниципальный округ Сахалинской области» </w:t>
      </w: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изложить в ново</w:t>
      </w:r>
      <w:r w:rsidR="00B36694">
        <w:rPr>
          <w:rFonts w:ascii="Times New Roman" w:eastAsia="Times New Roman" w:hAnsi="Times New Roman"/>
          <w:bCs/>
          <w:sz w:val="28"/>
          <w:szCs w:val="28"/>
          <w:lang w:eastAsia="ru-RU"/>
        </w:rPr>
        <w:t>й редакции, согласно приложению</w:t>
      </w:r>
      <w:r w:rsidRPr="00E648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14:paraId="0EE21B78" w14:textId="19EAC48D" w:rsidR="00417159" w:rsidRPr="00E6485D" w:rsidRDefault="00417159" w:rsidP="00417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Pr="00E6485D">
        <w:rPr>
          <w:rFonts w:ascii="Times New Roman" w:hAnsi="Times New Roman"/>
          <w:sz w:val="28"/>
          <w:szCs w:val="28"/>
        </w:rPr>
        <w:br/>
        <w:t xml:space="preserve">и разместить на официальном сайте муниципального образования </w:t>
      </w:r>
      <w:r w:rsidR="00A31D29">
        <w:rPr>
          <w:rFonts w:ascii="Times New Roman" w:hAnsi="Times New Roman"/>
          <w:sz w:val="28"/>
          <w:szCs w:val="28"/>
        </w:rPr>
        <w:br/>
      </w:r>
      <w:r w:rsidRPr="00E6485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в информационно-телекоммуникационной сети «Интернет».</w:t>
      </w:r>
    </w:p>
    <w:p w14:paraId="134475C1" w14:textId="77777777" w:rsidR="00417159" w:rsidRPr="00E6485D" w:rsidRDefault="00417159" w:rsidP="00417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Pr="00E6485D">
        <w:rPr>
          <w:rFonts w:ascii="Times New Roman" w:hAnsi="Times New Roman"/>
          <w:sz w:val="28"/>
          <w:szCs w:val="28"/>
        </w:rPr>
        <w:br/>
        <w:t>на вице-мэра муниципального образования Ногликский муниципальный округ Сахалинской области Русанова Я.С.</w:t>
      </w:r>
    </w:p>
    <w:p w14:paraId="517EF8B7" w14:textId="77777777" w:rsidR="00AC421F" w:rsidRDefault="00AC421F" w:rsidP="00417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D110CD" w14:textId="77777777" w:rsidR="0047744D" w:rsidRPr="00E6485D" w:rsidRDefault="0047744D" w:rsidP="00417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324E91" w14:textId="77777777" w:rsidR="00A31D29" w:rsidRDefault="00A31D2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33253D" w:rsidRPr="00E6485D">
        <w:rPr>
          <w:rFonts w:ascii="Times New Roman" w:hAnsi="Times New Roman"/>
          <w:sz w:val="28"/>
          <w:szCs w:val="28"/>
        </w:rPr>
        <w:t>э</w:t>
      </w:r>
      <w:r w:rsidR="008629FA" w:rsidRPr="00E6485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</w:t>
      </w:r>
      <w:r w:rsidR="008629FA" w:rsidRPr="00E6485D">
        <w:rPr>
          <w:rFonts w:ascii="Times New Roman" w:hAnsi="Times New Roman"/>
          <w:sz w:val="28"/>
          <w:szCs w:val="28"/>
        </w:rPr>
        <w:t xml:space="preserve"> </w:t>
      </w:r>
    </w:p>
    <w:p w14:paraId="0DCF558C" w14:textId="4BFCF860" w:rsidR="008629FA" w:rsidRPr="00E6485D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6926FBBF" w:rsidR="008629FA" w:rsidRPr="00E6485D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>Ногликский</w:t>
      </w:r>
      <w:r w:rsidR="00093B08" w:rsidRPr="00E6485D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E6485D">
        <w:rPr>
          <w:rFonts w:ascii="Times New Roman" w:hAnsi="Times New Roman"/>
          <w:sz w:val="28"/>
          <w:szCs w:val="28"/>
        </w:rPr>
        <w:tab/>
      </w:r>
    </w:p>
    <w:p w14:paraId="0DCF558E" w14:textId="1C71A430" w:rsidR="008629FA" w:rsidRPr="00E6485D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 w:rsidRPr="00E6485D">
        <w:rPr>
          <w:rFonts w:ascii="Times New Roman" w:hAnsi="Times New Roman"/>
          <w:sz w:val="28"/>
          <w:szCs w:val="28"/>
        </w:rPr>
        <w:t>Сахалинской области</w:t>
      </w:r>
      <w:r w:rsidR="0047744D">
        <w:rPr>
          <w:rFonts w:ascii="Times New Roman" w:hAnsi="Times New Roman"/>
          <w:sz w:val="28"/>
          <w:szCs w:val="28"/>
        </w:rPr>
        <w:tab/>
      </w:r>
      <w:r w:rsidR="0047744D">
        <w:rPr>
          <w:rFonts w:ascii="Times New Roman" w:hAnsi="Times New Roman"/>
          <w:sz w:val="28"/>
          <w:szCs w:val="28"/>
        </w:rPr>
        <w:tab/>
      </w:r>
      <w:r w:rsidR="0047744D" w:rsidRPr="00E6485D">
        <w:rPr>
          <w:rFonts w:ascii="Times New Roman" w:hAnsi="Times New Roman"/>
          <w:sz w:val="28"/>
          <w:szCs w:val="28"/>
        </w:rPr>
        <w:tab/>
      </w:r>
      <w:r w:rsidR="0047744D" w:rsidRPr="00E6485D">
        <w:rPr>
          <w:rFonts w:ascii="Times New Roman" w:hAnsi="Times New Roman"/>
          <w:sz w:val="28"/>
          <w:szCs w:val="28"/>
        </w:rPr>
        <w:tab/>
      </w:r>
      <w:r w:rsidR="0047744D" w:rsidRPr="00E6485D">
        <w:rPr>
          <w:rFonts w:ascii="Times New Roman" w:hAnsi="Times New Roman"/>
          <w:sz w:val="28"/>
          <w:szCs w:val="28"/>
        </w:rPr>
        <w:tab/>
      </w:r>
      <w:r w:rsidR="0047744D" w:rsidRPr="00E6485D">
        <w:rPr>
          <w:rFonts w:ascii="Times New Roman" w:hAnsi="Times New Roman"/>
          <w:sz w:val="28"/>
          <w:szCs w:val="28"/>
        </w:rPr>
        <w:tab/>
      </w:r>
      <w:r w:rsidR="0047744D">
        <w:rPr>
          <w:rFonts w:ascii="Times New Roman" w:hAnsi="Times New Roman"/>
          <w:sz w:val="28"/>
          <w:szCs w:val="28"/>
        </w:rPr>
        <w:t xml:space="preserve"> </w:t>
      </w:r>
      <w:r w:rsidR="0047744D">
        <w:rPr>
          <w:rFonts w:ascii="Times New Roman" w:hAnsi="Times New Roman"/>
          <w:sz w:val="28"/>
          <w:szCs w:val="28"/>
        </w:rPr>
        <w:tab/>
      </w:r>
      <w:r w:rsidR="0047744D" w:rsidRPr="00E6485D">
        <w:rPr>
          <w:rFonts w:ascii="Times New Roman" w:hAnsi="Times New Roman"/>
          <w:sz w:val="28"/>
          <w:szCs w:val="28"/>
        </w:rPr>
        <w:t xml:space="preserve">     </w:t>
      </w:r>
      <w:r w:rsidR="0047744D">
        <w:rPr>
          <w:rFonts w:ascii="Times New Roman" w:hAnsi="Times New Roman"/>
          <w:sz w:val="28"/>
          <w:szCs w:val="28"/>
        </w:rPr>
        <w:t>Л.А. Блидченко</w:t>
      </w:r>
    </w:p>
    <w:sectPr w:rsidR="008629FA" w:rsidRPr="00E6485D" w:rsidSect="006D6049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3EBC1" w14:textId="77777777" w:rsidR="00AE4468" w:rsidRDefault="00AE4468" w:rsidP="0033636C">
      <w:pPr>
        <w:spacing w:after="0" w:line="240" w:lineRule="auto"/>
      </w:pPr>
      <w:r>
        <w:separator/>
      </w:r>
    </w:p>
  </w:endnote>
  <w:endnote w:type="continuationSeparator" w:id="0">
    <w:p w14:paraId="5070B8B2" w14:textId="77777777" w:rsidR="00AE4468" w:rsidRDefault="00AE446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03B65" w14:textId="77777777" w:rsidR="00AE4468" w:rsidRDefault="00AE4468" w:rsidP="0033636C">
      <w:pPr>
        <w:spacing w:after="0" w:line="240" w:lineRule="auto"/>
      </w:pPr>
      <w:r>
        <w:separator/>
      </w:r>
    </w:p>
  </w:footnote>
  <w:footnote w:type="continuationSeparator" w:id="0">
    <w:p w14:paraId="30B975B4" w14:textId="77777777" w:rsidR="00AE4468" w:rsidRDefault="00AE4468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0DE2"/>
    <w:rsid w:val="00185FEC"/>
    <w:rsid w:val="001E1F9F"/>
    <w:rsid w:val="002003DC"/>
    <w:rsid w:val="002B5CAC"/>
    <w:rsid w:val="002C01AC"/>
    <w:rsid w:val="00320C44"/>
    <w:rsid w:val="0033253D"/>
    <w:rsid w:val="0033636C"/>
    <w:rsid w:val="003E4257"/>
    <w:rsid w:val="00417159"/>
    <w:rsid w:val="00423A67"/>
    <w:rsid w:val="0047744D"/>
    <w:rsid w:val="00520CBF"/>
    <w:rsid w:val="006D6049"/>
    <w:rsid w:val="00704749"/>
    <w:rsid w:val="007A191C"/>
    <w:rsid w:val="008020A0"/>
    <w:rsid w:val="008629FA"/>
    <w:rsid w:val="00987DB5"/>
    <w:rsid w:val="009E5613"/>
    <w:rsid w:val="00A30AF1"/>
    <w:rsid w:val="00A31D29"/>
    <w:rsid w:val="00A64ADB"/>
    <w:rsid w:val="00AC421F"/>
    <w:rsid w:val="00AC72C8"/>
    <w:rsid w:val="00AE3F5E"/>
    <w:rsid w:val="00AE4468"/>
    <w:rsid w:val="00B10ED9"/>
    <w:rsid w:val="00B25688"/>
    <w:rsid w:val="00B36694"/>
    <w:rsid w:val="00C02849"/>
    <w:rsid w:val="00D12794"/>
    <w:rsid w:val="00D67BD8"/>
    <w:rsid w:val="00DF7897"/>
    <w:rsid w:val="00E37B8A"/>
    <w:rsid w:val="00E609BC"/>
    <w:rsid w:val="00E6485D"/>
    <w:rsid w:val="00E76A8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17159"/>
    <w:pPr>
      <w:spacing w:line="256" w:lineRule="auto"/>
      <w:ind w:left="720"/>
      <w:contextualSpacing/>
    </w:pPr>
  </w:style>
  <w:style w:type="paragraph" w:customStyle="1" w:styleId="ConsPlusCell">
    <w:name w:val="ConsPlusCell"/>
    <w:uiPriority w:val="99"/>
    <w:rsid w:val="004171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E3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3F5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20C44"/>
    <w:rsid w:val="00423A67"/>
    <w:rsid w:val="006A00F7"/>
    <w:rsid w:val="00A64ADB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127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2025-09-19T04:32:00Z</cp:lastPrinted>
  <dcterms:created xsi:type="dcterms:W3CDTF">2020-04-07T04:52:00Z</dcterms:created>
  <dcterms:modified xsi:type="dcterms:W3CDTF">2025-09-19T04:32:00Z</dcterms:modified>
</cp:coreProperties>
</file>